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5811BED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576EA9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55B07334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</w:t>
      </w:r>
      <w:r w:rsidR="00576EA9">
        <w:rPr>
          <w:rFonts w:ascii="Corbel" w:hAnsi="Corbel"/>
          <w:sz w:val="24"/>
          <w:szCs w:val="24"/>
        </w:rPr>
        <w:t>19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576EA9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0D6CCB" w:rsidR="0085747A" w:rsidRPr="003233A1" w:rsidRDefault="00C62884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33A1" w:rsidRPr="003233A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233A1">
        <w:rPr>
          <w:rFonts w:ascii="Corbel" w:hAnsi="Corbel"/>
          <w:sz w:val="24"/>
          <w:szCs w:val="24"/>
        </w:rPr>
        <w:t>ECTS</w:t>
      </w:r>
      <w:proofErr w:type="spellEnd"/>
      <w:r w:rsidRPr="003233A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233A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4D19556" w:rsidR="00015B8F" w:rsidRPr="003233A1" w:rsidRDefault="001502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233A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233A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972C43" w:rsidR="0085747A" w:rsidRPr="003233A1" w:rsidRDefault="001502B5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33A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33A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2D23FC5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</w:t>
            </w:r>
            <w:r w:rsidR="001502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233A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233A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D613C" w14:textId="77777777" w:rsidR="00C76110" w:rsidRDefault="00C76110" w:rsidP="00C16ABF">
      <w:pPr>
        <w:spacing w:after="0" w:line="240" w:lineRule="auto"/>
      </w:pPr>
      <w:r>
        <w:separator/>
      </w:r>
    </w:p>
  </w:endnote>
  <w:endnote w:type="continuationSeparator" w:id="0">
    <w:p w14:paraId="69ED205F" w14:textId="77777777" w:rsidR="00C76110" w:rsidRDefault="00C761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19F81" w14:textId="77777777" w:rsidR="00C76110" w:rsidRDefault="00C76110" w:rsidP="00C16ABF">
      <w:pPr>
        <w:spacing w:after="0" w:line="240" w:lineRule="auto"/>
      </w:pPr>
      <w:r>
        <w:separator/>
      </w:r>
    </w:p>
  </w:footnote>
  <w:footnote w:type="continuationSeparator" w:id="0">
    <w:p w14:paraId="3DF5D8C5" w14:textId="77777777" w:rsidR="00C76110" w:rsidRDefault="00C7611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2B5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76EA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D7353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2884"/>
    <w:rsid w:val="00C67E92"/>
    <w:rsid w:val="00C70A26"/>
    <w:rsid w:val="00C76110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95B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A246BF-58A5-4FDB-845E-B05272C0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2020-10-23T11:13:00Z</dcterms:created>
  <dcterms:modified xsi:type="dcterms:W3CDTF">2021-11-05T10:48:00Z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